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DE39F4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DE39F4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DE39F4">
            <w:pPr>
              <w:pStyle w:val="CUSTOMHeaderText"/>
            </w:pPr>
          </w:p>
        </w:tc>
      </w:tr>
      <w:tr w:rsidR="00575A29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DE39F4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DE39F4">
            <w:pPr>
              <w:pStyle w:val="CUSTOMHeaderText"/>
            </w:pPr>
          </w:p>
        </w:tc>
      </w:tr>
      <w:tr w:rsidR="00575A29" w:rsidTr="0034162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13362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351E70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6AC9CF3" wp14:editId="570E1115">
                      <wp:simplePos x="0" y="0"/>
                      <wp:positionH relativeFrom="column">
                        <wp:posOffset>3636010</wp:posOffset>
                      </wp:positionH>
                      <wp:positionV relativeFrom="paragraph">
                        <wp:posOffset>1925320</wp:posOffset>
                      </wp:positionV>
                      <wp:extent cx="74295" cy="266065"/>
                      <wp:effectExtent l="0" t="0" r="20955" b="19685"/>
                      <wp:wrapNone/>
                      <wp:docPr id="136" name="Freeform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4295" cy="266065"/>
                              </a:xfrm>
                              <a:custGeom>
                                <a:avLst/>
                                <a:gdLst>
                                  <a:gd name="T0" fmla="*/ 74 w 117"/>
                                  <a:gd name="T1" fmla="*/ 0 h 419"/>
                                  <a:gd name="T2" fmla="*/ 117 w 117"/>
                                  <a:gd name="T3" fmla="*/ 54 h 419"/>
                                  <a:gd name="T4" fmla="*/ 63 w 117"/>
                                  <a:gd name="T5" fmla="*/ 355 h 419"/>
                                  <a:gd name="T6" fmla="*/ 20 w 117"/>
                                  <a:gd name="T7" fmla="*/ 419 h 419"/>
                                  <a:gd name="T8" fmla="*/ 41 w 117"/>
                                  <a:gd name="T9" fmla="*/ 322 h 419"/>
                                  <a:gd name="T10" fmla="*/ 63 w 117"/>
                                  <a:gd name="T11" fmla="*/ 258 h 419"/>
                                  <a:gd name="T12" fmla="*/ 74 w 117"/>
                                  <a:gd name="T13" fmla="*/ 0 h 4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17" h="419">
                                    <a:moveTo>
                                      <a:pt x="74" y="0"/>
                                    </a:moveTo>
                                    <a:cubicBezTo>
                                      <a:pt x="109" y="12"/>
                                      <a:pt x="117" y="5"/>
                                      <a:pt x="117" y="54"/>
                                    </a:cubicBezTo>
                                    <a:cubicBezTo>
                                      <a:pt x="117" y="164"/>
                                      <a:pt x="85" y="251"/>
                                      <a:pt x="63" y="355"/>
                                    </a:cubicBezTo>
                                    <a:cubicBezTo>
                                      <a:pt x="50" y="419"/>
                                      <a:pt x="69" y="402"/>
                                      <a:pt x="20" y="419"/>
                                    </a:cubicBezTo>
                                    <a:cubicBezTo>
                                      <a:pt x="0" y="362"/>
                                      <a:pt x="19" y="371"/>
                                      <a:pt x="41" y="322"/>
                                    </a:cubicBezTo>
                                    <a:cubicBezTo>
                                      <a:pt x="50" y="301"/>
                                      <a:pt x="63" y="258"/>
                                      <a:pt x="63" y="258"/>
                                    </a:cubicBezTo>
                                    <a:cubicBezTo>
                                      <a:pt x="80" y="108"/>
                                      <a:pt x="74" y="194"/>
                                      <a:pt x="7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0" o:spid="_x0000_s1026" style="position:absolute;margin-left:286.3pt;margin-top:151.6pt;width:5.85pt;height:20.9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7,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" path="m74,v35,12,43,5,43,54c117,164,85,251,63,355v-13,64,6,47,-43,64c,362,19,371,41,322v9,-21,22,-64,22,-64c80,108,74,194,74,xe" fillcolor="#0d0d0d [3069]">
                      <v:path arrowok="t" o:connecttype="custom" o:connectlocs="46990,0;74295,34290;40005,225425;12700,266065;26035,204470;40005,163830;46990,0" o:connectangles="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51B247BE" wp14:editId="3F771A31">
                      <wp:simplePos x="0" y="0"/>
                      <wp:positionH relativeFrom="column">
                        <wp:posOffset>3709975</wp:posOffset>
                      </wp:positionH>
                      <wp:positionV relativeFrom="paragraph">
                        <wp:posOffset>1962150</wp:posOffset>
                      </wp:positionV>
                      <wp:extent cx="74930" cy="292735"/>
                      <wp:effectExtent l="0" t="0" r="20320" b="12065"/>
                      <wp:wrapNone/>
                      <wp:docPr id="138" name="Freeform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4930" cy="292735"/>
                              </a:xfrm>
                              <a:custGeom>
                                <a:avLst/>
                                <a:gdLst>
                                  <a:gd name="T0" fmla="*/ 118 w 118"/>
                                  <a:gd name="T1" fmla="*/ 6 h 461"/>
                                  <a:gd name="T2" fmla="*/ 64 w 118"/>
                                  <a:gd name="T3" fmla="*/ 92 h 461"/>
                                  <a:gd name="T4" fmla="*/ 54 w 118"/>
                                  <a:gd name="T5" fmla="*/ 125 h 461"/>
                                  <a:gd name="T6" fmla="*/ 32 w 118"/>
                                  <a:gd name="T7" fmla="*/ 146 h 461"/>
                                  <a:gd name="T8" fmla="*/ 0 w 118"/>
                                  <a:gd name="T9" fmla="*/ 286 h 461"/>
                                  <a:gd name="T10" fmla="*/ 11 w 118"/>
                                  <a:gd name="T11" fmla="*/ 425 h 461"/>
                                  <a:gd name="T12" fmla="*/ 21 w 118"/>
                                  <a:gd name="T13" fmla="*/ 458 h 461"/>
                                  <a:gd name="T14" fmla="*/ 43 w 118"/>
                                  <a:gd name="T15" fmla="*/ 436 h 461"/>
                                  <a:gd name="T16" fmla="*/ 54 w 118"/>
                                  <a:gd name="T17" fmla="*/ 275 h 461"/>
                                  <a:gd name="T18" fmla="*/ 97 w 118"/>
                                  <a:gd name="T19" fmla="*/ 103 h 461"/>
                                  <a:gd name="T20" fmla="*/ 118 w 118"/>
                                  <a:gd name="T21" fmla="*/ 6 h 4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18" h="461">
                                    <a:moveTo>
                                      <a:pt x="118" y="6"/>
                                    </a:moveTo>
                                    <a:cubicBezTo>
                                      <a:pt x="90" y="35"/>
                                      <a:pt x="93" y="64"/>
                                      <a:pt x="64" y="92"/>
                                    </a:cubicBezTo>
                                    <a:cubicBezTo>
                                      <a:pt x="61" y="103"/>
                                      <a:pt x="60" y="115"/>
                                      <a:pt x="54" y="125"/>
                                    </a:cubicBezTo>
                                    <a:cubicBezTo>
                                      <a:pt x="49" y="134"/>
                                      <a:pt x="36" y="137"/>
                                      <a:pt x="32" y="146"/>
                                    </a:cubicBezTo>
                                    <a:cubicBezTo>
                                      <a:pt x="16" y="189"/>
                                      <a:pt x="15" y="241"/>
                                      <a:pt x="0" y="286"/>
                                    </a:cubicBezTo>
                                    <a:cubicBezTo>
                                      <a:pt x="4" y="332"/>
                                      <a:pt x="5" y="379"/>
                                      <a:pt x="11" y="425"/>
                                    </a:cubicBezTo>
                                    <a:cubicBezTo>
                                      <a:pt x="12" y="436"/>
                                      <a:pt x="10" y="454"/>
                                      <a:pt x="21" y="458"/>
                                    </a:cubicBezTo>
                                    <a:cubicBezTo>
                                      <a:pt x="31" y="461"/>
                                      <a:pt x="36" y="443"/>
                                      <a:pt x="43" y="436"/>
                                    </a:cubicBezTo>
                                    <a:cubicBezTo>
                                      <a:pt x="47" y="382"/>
                                      <a:pt x="46" y="328"/>
                                      <a:pt x="54" y="275"/>
                                    </a:cubicBezTo>
                                    <a:cubicBezTo>
                                      <a:pt x="62" y="216"/>
                                      <a:pt x="85" y="161"/>
                                      <a:pt x="97" y="103"/>
                                    </a:cubicBezTo>
                                    <a:cubicBezTo>
                                      <a:pt x="118" y="0"/>
                                      <a:pt x="93" y="57"/>
                                      <a:pt x="118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1" o:spid="_x0000_s1026" style="position:absolute;margin-left:292.1pt;margin-top:154.5pt;width:5.9pt;height:23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,4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" path="m118,6c90,35,93,64,64,92v-3,11,-4,23,-10,33c49,134,36,137,32,146,16,189,15,241,,286v4,46,5,93,11,139c12,436,10,454,21,458v10,3,15,-15,22,-22c47,382,46,328,54,275,62,216,85,161,97,103,118,,93,57,118,6xe" fillcolor="#0d0d0d [3069]">
                      <v:path arrowok="t" o:connecttype="custom" o:connectlocs="74930,3810;40640,58420;34290,79375;20320,92710;0,181610;6985,269875;13335,290830;27305,276860;34290,174625;61595,65405;74930,3810" o:connectangles="0,0,0,0,0,0,0,0,0,0,0"/>
                    </v:shap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57349F4B" wp14:editId="18CFE3C1">
                      <wp:simplePos x="0" y="0"/>
                      <wp:positionH relativeFrom="column">
                        <wp:posOffset>2712085</wp:posOffset>
                      </wp:positionH>
                      <wp:positionV relativeFrom="paragraph">
                        <wp:posOffset>3071495</wp:posOffset>
                      </wp:positionV>
                      <wp:extent cx="107315" cy="126365"/>
                      <wp:effectExtent l="13970" t="12065" r="10795" b="5080"/>
                      <wp:wrapNone/>
                      <wp:docPr id="145" name="Freeform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315" cy="126365"/>
                              </a:xfrm>
                              <a:custGeom>
                                <a:avLst/>
                                <a:gdLst>
                                  <a:gd name="T0" fmla="*/ 101 w 169"/>
                                  <a:gd name="T1" fmla="*/ 0 h 199"/>
                                  <a:gd name="T2" fmla="*/ 4 w 169"/>
                                  <a:gd name="T3" fmla="*/ 108 h 199"/>
                                  <a:gd name="T4" fmla="*/ 79 w 169"/>
                                  <a:gd name="T5" fmla="*/ 194 h 199"/>
                                  <a:gd name="T6" fmla="*/ 165 w 169"/>
                                  <a:gd name="T7" fmla="*/ 140 h 199"/>
                                  <a:gd name="T8" fmla="*/ 101 w 169"/>
                                  <a:gd name="T9" fmla="*/ 0 h 1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69" h="199">
                                    <a:moveTo>
                                      <a:pt x="101" y="0"/>
                                    </a:moveTo>
                                    <a:cubicBezTo>
                                      <a:pt x="67" y="2"/>
                                      <a:pt x="8" y="76"/>
                                      <a:pt x="4" y="108"/>
                                    </a:cubicBezTo>
                                    <a:cubicBezTo>
                                      <a:pt x="0" y="140"/>
                                      <a:pt x="52" y="189"/>
                                      <a:pt x="79" y="194"/>
                                    </a:cubicBezTo>
                                    <a:cubicBezTo>
                                      <a:pt x="106" y="199"/>
                                      <a:pt x="161" y="172"/>
                                      <a:pt x="165" y="140"/>
                                    </a:cubicBezTo>
                                    <a:cubicBezTo>
                                      <a:pt x="169" y="108"/>
                                      <a:pt x="114" y="29"/>
                                      <a:pt x="10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6" o:spid="_x0000_s1026" style="position:absolute;margin-left:213.55pt;margin-top:241.85pt;width:8.45pt;height:9.9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9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" path="m101,c67,2,8,76,4,108v-4,32,48,81,75,86c106,199,161,172,165,140,169,108,114,29,101,xe" fillcolor="#0d0d0d [3069]">
                      <v:path arrowok="t" o:connecttype="custom" o:connectlocs="64135,0;2540,68580;50165,123190;104775,88900;64135,0" o:connectangles="0,0,0,0,0"/>
                    </v:shap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7A611EFA" wp14:editId="7AEE620A">
                      <wp:simplePos x="0" y="0"/>
                      <wp:positionH relativeFrom="column">
                        <wp:posOffset>2707640</wp:posOffset>
                      </wp:positionH>
                      <wp:positionV relativeFrom="paragraph">
                        <wp:posOffset>3249295</wp:posOffset>
                      </wp:positionV>
                      <wp:extent cx="47625" cy="81915"/>
                      <wp:effectExtent l="9525" t="10160" r="9525" b="12700"/>
                      <wp:wrapNone/>
                      <wp:docPr id="144" name="Freeform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7625" cy="81915"/>
                              </a:xfrm>
                              <a:custGeom>
                                <a:avLst/>
                                <a:gdLst>
                                  <a:gd name="T0" fmla="*/ 75 w 75"/>
                                  <a:gd name="T1" fmla="*/ 129 h 129"/>
                                  <a:gd name="T2" fmla="*/ 22 w 75"/>
                                  <a:gd name="T3" fmla="*/ 53 h 129"/>
                                  <a:gd name="T4" fmla="*/ 0 w 75"/>
                                  <a:gd name="T5" fmla="*/ 0 h 1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75" h="129">
                                    <a:moveTo>
                                      <a:pt x="75" y="129"/>
                                    </a:moveTo>
                                    <a:cubicBezTo>
                                      <a:pt x="51" y="104"/>
                                      <a:pt x="46" y="78"/>
                                      <a:pt x="22" y="53"/>
                                    </a:cubicBezTo>
                                    <a:cubicBezTo>
                                      <a:pt x="8" y="14"/>
                                      <a:pt x="16" y="31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8" o:spid="_x0000_s1026" style="position:absolute;margin-left:213.2pt;margin-top:255.85pt;width:3.75pt;height:6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,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" path="m75,129c51,104,46,78,22,53,8,14,16,31,,e" filled="f" strokecolor="red">
                      <v:path arrowok="t" o:connecttype="custom" o:connectlocs="47625,81915;13970,33655;0,0" o:connectangles="0,0,0"/>
                    </v:shap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26341830" wp14:editId="3790BB56">
                      <wp:simplePos x="0" y="0"/>
                      <wp:positionH relativeFrom="column">
                        <wp:posOffset>2811780</wp:posOffset>
                      </wp:positionH>
                      <wp:positionV relativeFrom="paragraph">
                        <wp:posOffset>3098800</wp:posOffset>
                      </wp:positionV>
                      <wp:extent cx="39370" cy="147955"/>
                      <wp:effectExtent l="8890" t="12065" r="8890" b="11430"/>
                      <wp:wrapNone/>
                      <wp:docPr id="143" name="Freeform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370" cy="147955"/>
                              </a:xfrm>
                              <a:custGeom>
                                <a:avLst/>
                                <a:gdLst>
                                  <a:gd name="T0" fmla="*/ 62 w 62"/>
                                  <a:gd name="T1" fmla="*/ 0 h 233"/>
                                  <a:gd name="T2" fmla="*/ 8 w 62"/>
                                  <a:gd name="T3" fmla="*/ 129 h 233"/>
                                  <a:gd name="T4" fmla="*/ 40 w 62"/>
                                  <a:gd name="T5" fmla="*/ 194 h 233"/>
                                  <a:gd name="T6" fmla="*/ 51 w 62"/>
                                  <a:gd name="T7" fmla="*/ 226 h 2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2" h="233">
                                    <a:moveTo>
                                      <a:pt x="62" y="0"/>
                                    </a:moveTo>
                                    <a:cubicBezTo>
                                      <a:pt x="46" y="47"/>
                                      <a:pt x="24" y="83"/>
                                      <a:pt x="8" y="129"/>
                                    </a:cubicBezTo>
                                    <a:cubicBezTo>
                                      <a:pt x="35" y="233"/>
                                      <a:pt x="0" y="126"/>
                                      <a:pt x="40" y="194"/>
                                    </a:cubicBezTo>
                                    <a:cubicBezTo>
                                      <a:pt x="46" y="204"/>
                                      <a:pt x="51" y="226"/>
                                      <a:pt x="51" y="22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7" o:spid="_x0000_s1026" style="position:absolute;margin-left:221.4pt;margin-top:244pt;width:3.1pt;height:11.6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,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" path="m62,c46,47,24,83,8,129,35,233,,126,40,194v6,10,11,32,11,32e" filled="f" strokecolor="red">
                      <v:path arrowok="t" o:connecttype="custom" o:connectlocs="39370,0;5080,81915;25400,123190;32385,143510" o:connectangles="0,0,0,0"/>
                    </v:shap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66F9A2C" wp14:editId="427A7236">
                      <wp:simplePos x="0" y="0"/>
                      <wp:positionH relativeFrom="column">
                        <wp:posOffset>3579495</wp:posOffset>
                      </wp:positionH>
                      <wp:positionV relativeFrom="paragraph">
                        <wp:posOffset>3385820</wp:posOffset>
                      </wp:positionV>
                      <wp:extent cx="49530" cy="222885"/>
                      <wp:effectExtent l="14605" t="13335" r="12065" b="11430"/>
                      <wp:wrapNone/>
                      <wp:docPr id="142" name="Freeform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530" cy="222885"/>
                              </a:xfrm>
                              <a:custGeom>
                                <a:avLst/>
                                <a:gdLst>
                                  <a:gd name="T0" fmla="*/ 78 w 78"/>
                                  <a:gd name="T1" fmla="*/ 0 h 351"/>
                                  <a:gd name="T2" fmla="*/ 3 w 78"/>
                                  <a:gd name="T3" fmla="*/ 279 h 351"/>
                                  <a:gd name="T4" fmla="*/ 13 w 78"/>
                                  <a:gd name="T5" fmla="*/ 343 h 351"/>
                                  <a:gd name="T6" fmla="*/ 35 w 78"/>
                                  <a:gd name="T7" fmla="*/ 322 h 351"/>
                                  <a:gd name="T8" fmla="*/ 56 w 78"/>
                                  <a:gd name="T9" fmla="*/ 258 h 351"/>
                                  <a:gd name="T10" fmla="*/ 56 w 78"/>
                                  <a:gd name="T11" fmla="*/ 21 h 351"/>
                                  <a:gd name="T12" fmla="*/ 67 w 78"/>
                                  <a:gd name="T13" fmla="*/ 53 h 351"/>
                                  <a:gd name="T14" fmla="*/ 56 w 78"/>
                                  <a:gd name="T15" fmla="*/ 75 h 3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8" h="351">
                                    <a:moveTo>
                                      <a:pt x="78" y="0"/>
                                    </a:moveTo>
                                    <a:cubicBezTo>
                                      <a:pt x="54" y="95"/>
                                      <a:pt x="21" y="182"/>
                                      <a:pt x="3" y="279"/>
                                    </a:cubicBezTo>
                                    <a:cubicBezTo>
                                      <a:pt x="6" y="300"/>
                                      <a:pt x="0" y="326"/>
                                      <a:pt x="13" y="343"/>
                                    </a:cubicBezTo>
                                    <a:cubicBezTo>
                                      <a:pt x="19" y="351"/>
                                      <a:pt x="30" y="331"/>
                                      <a:pt x="35" y="322"/>
                                    </a:cubicBezTo>
                                    <a:cubicBezTo>
                                      <a:pt x="45" y="302"/>
                                      <a:pt x="56" y="258"/>
                                      <a:pt x="56" y="258"/>
                                    </a:cubicBezTo>
                                    <a:cubicBezTo>
                                      <a:pt x="46" y="164"/>
                                      <a:pt x="36" y="122"/>
                                      <a:pt x="56" y="21"/>
                                    </a:cubicBezTo>
                                    <a:cubicBezTo>
                                      <a:pt x="58" y="10"/>
                                      <a:pt x="67" y="42"/>
                                      <a:pt x="67" y="53"/>
                                    </a:cubicBezTo>
                                    <a:cubicBezTo>
                                      <a:pt x="67" y="61"/>
                                      <a:pt x="60" y="68"/>
                                      <a:pt x="56" y="75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5" o:spid="_x0000_s1026" style="position:absolute;margin-left:281.85pt;margin-top:266.6pt;width:3.9pt;height:17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3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" path="m78,c54,95,21,182,3,279v3,21,-3,47,10,64c19,351,30,331,35,322,45,302,56,258,56,258,46,164,36,122,56,21,58,10,67,42,67,53v,8,-7,15,-11,22e" fillcolor="#0d0d0d [3069]">
                      <v:path arrowok="t" o:connecttype="custom" o:connectlocs="49530,0;1905,177165;8255,217805;22225,204470;35560,163830;35560,13335;42545,33655;35560,47625" o:connectangles="0,0,0,0,0,0,0,0"/>
                    </v:shap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6E7C4E7E" wp14:editId="31DC1F8D">
                      <wp:simplePos x="0" y="0"/>
                      <wp:positionH relativeFrom="column">
                        <wp:posOffset>3526790</wp:posOffset>
                      </wp:positionH>
                      <wp:positionV relativeFrom="paragraph">
                        <wp:posOffset>3358515</wp:posOffset>
                      </wp:positionV>
                      <wp:extent cx="71120" cy="254000"/>
                      <wp:effectExtent l="19050" t="14605" r="5080" b="7620"/>
                      <wp:wrapNone/>
                      <wp:docPr id="141" name="Freeform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120" cy="254000"/>
                              </a:xfrm>
                              <a:custGeom>
                                <a:avLst/>
                                <a:gdLst>
                                  <a:gd name="T0" fmla="*/ 54 w 112"/>
                                  <a:gd name="T1" fmla="*/ 0 h 400"/>
                                  <a:gd name="T2" fmla="*/ 86 w 112"/>
                                  <a:gd name="T3" fmla="*/ 107 h 400"/>
                                  <a:gd name="T4" fmla="*/ 64 w 112"/>
                                  <a:gd name="T5" fmla="*/ 172 h 400"/>
                                  <a:gd name="T6" fmla="*/ 0 w 112"/>
                                  <a:gd name="T7" fmla="*/ 365 h 400"/>
                                  <a:gd name="T8" fmla="*/ 54 w 112"/>
                                  <a:gd name="T9" fmla="*/ 129 h 400"/>
                                  <a:gd name="T10" fmla="*/ 54 w 112"/>
                                  <a:gd name="T11" fmla="*/ 0 h 4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12" h="400">
                                    <a:moveTo>
                                      <a:pt x="54" y="0"/>
                                    </a:moveTo>
                                    <a:cubicBezTo>
                                      <a:pt x="112" y="18"/>
                                      <a:pt x="101" y="48"/>
                                      <a:pt x="86" y="107"/>
                                    </a:cubicBezTo>
                                    <a:cubicBezTo>
                                      <a:pt x="80" y="129"/>
                                      <a:pt x="64" y="172"/>
                                      <a:pt x="64" y="172"/>
                                    </a:cubicBezTo>
                                    <a:cubicBezTo>
                                      <a:pt x="61" y="234"/>
                                      <a:pt x="101" y="400"/>
                                      <a:pt x="0" y="365"/>
                                    </a:cubicBezTo>
                                    <a:cubicBezTo>
                                      <a:pt x="14" y="285"/>
                                      <a:pt x="38" y="208"/>
                                      <a:pt x="54" y="129"/>
                                    </a:cubicBezTo>
                                    <a:cubicBezTo>
                                      <a:pt x="41" y="28"/>
                                      <a:pt x="36" y="71"/>
                                      <a:pt x="54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4" o:spid="_x0000_s1026" style="position:absolute;margin-left:277.7pt;margin-top:264.45pt;width:5.6pt;height:20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" path="m54,v58,18,47,48,32,107c80,129,64,172,64,172,61,234,101,400,,365,14,285,38,208,54,129,41,28,36,71,54,xe" fillcolor="#0d0d0d [3069]">
                      <v:path arrowok="t" o:connecttype="custom" o:connectlocs="34290,0;54610,67945;40640,109220;0,231775;34290,81915;34290,0" o:connectangles="0,0,0,0,0,0"/>
                    </v:shap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4B32DBA" wp14:editId="48EE19AD">
                      <wp:simplePos x="0" y="0"/>
                      <wp:positionH relativeFrom="column">
                        <wp:posOffset>3568700</wp:posOffset>
                      </wp:positionH>
                      <wp:positionV relativeFrom="paragraph">
                        <wp:posOffset>2832735</wp:posOffset>
                      </wp:positionV>
                      <wp:extent cx="55245" cy="170180"/>
                      <wp:effectExtent l="10795" t="12700" r="10160" b="7620"/>
                      <wp:wrapNone/>
                      <wp:docPr id="140" name="Freeform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245" cy="170180"/>
                              </a:xfrm>
                              <a:custGeom>
                                <a:avLst/>
                                <a:gdLst>
                                  <a:gd name="T0" fmla="*/ 30 w 87"/>
                                  <a:gd name="T1" fmla="*/ 0 h 268"/>
                                  <a:gd name="T2" fmla="*/ 84 w 87"/>
                                  <a:gd name="T3" fmla="*/ 32 h 268"/>
                                  <a:gd name="T4" fmla="*/ 73 w 87"/>
                                  <a:gd name="T5" fmla="*/ 75 h 268"/>
                                  <a:gd name="T6" fmla="*/ 52 w 87"/>
                                  <a:gd name="T7" fmla="*/ 140 h 268"/>
                                  <a:gd name="T8" fmla="*/ 41 w 87"/>
                                  <a:gd name="T9" fmla="*/ 258 h 268"/>
                                  <a:gd name="T10" fmla="*/ 19 w 87"/>
                                  <a:gd name="T11" fmla="*/ 237 h 268"/>
                                  <a:gd name="T12" fmla="*/ 9 w 87"/>
                                  <a:gd name="T13" fmla="*/ 204 h 268"/>
                                  <a:gd name="T14" fmla="*/ 30 w 87"/>
                                  <a:gd name="T15" fmla="*/ 0 h 2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87" h="268">
                                    <a:moveTo>
                                      <a:pt x="30" y="0"/>
                                    </a:moveTo>
                                    <a:cubicBezTo>
                                      <a:pt x="42" y="4"/>
                                      <a:pt x="81" y="12"/>
                                      <a:pt x="84" y="32"/>
                                    </a:cubicBezTo>
                                    <a:cubicBezTo>
                                      <a:pt x="87" y="47"/>
                                      <a:pt x="77" y="61"/>
                                      <a:pt x="73" y="75"/>
                                    </a:cubicBezTo>
                                    <a:cubicBezTo>
                                      <a:pt x="67" y="97"/>
                                      <a:pt x="52" y="140"/>
                                      <a:pt x="52" y="140"/>
                                    </a:cubicBezTo>
                                    <a:cubicBezTo>
                                      <a:pt x="48" y="179"/>
                                      <a:pt x="54" y="221"/>
                                      <a:pt x="41" y="258"/>
                                    </a:cubicBezTo>
                                    <a:cubicBezTo>
                                      <a:pt x="38" y="268"/>
                                      <a:pt x="24" y="246"/>
                                      <a:pt x="19" y="237"/>
                                    </a:cubicBezTo>
                                    <a:cubicBezTo>
                                      <a:pt x="13" y="227"/>
                                      <a:pt x="12" y="215"/>
                                      <a:pt x="9" y="204"/>
                                    </a:cubicBezTo>
                                    <a:cubicBezTo>
                                      <a:pt x="20" y="21"/>
                                      <a:pt x="0" y="86"/>
                                      <a:pt x="3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2" o:spid="_x0000_s1026" style="position:absolute;margin-left:281pt;margin-top:223.05pt;width:4.35pt;height:13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,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" path="m30,c42,4,81,12,84,32,87,47,77,61,73,75,67,97,52,140,52,140v-4,39,2,81,-11,118c38,268,24,246,19,237,13,227,12,215,9,204,20,21,,86,30,xe" fillcolor="#0d0d0d [3069]">
                      <v:path arrowok="t" o:connecttype="custom" o:connectlocs="19050,0;53340,20320;46355,47625;33020,88900;26035,163830;12065,150495;5715,129540;19050,0" o:connectangles="0,0,0,0,0,0,0,0"/>
                    </v:shap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715BEB45" wp14:editId="6E5DA5B5">
                      <wp:simplePos x="0" y="0"/>
                      <wp:positionH relativeFrom="column">
                        <wp:posOffset>3642995</wp:posOffset>
                      </wp:positionH>
                      <wp:positionV relativeFrom="paragraph">
                        <wp:posOffset>2834640</wp:posOffset>
                      </wp:positionV>
                      <wp:extent cx="33655" cy="154940"/>
                      <wp:effectExtent l="11430" t="5080" r="12065" b="30480"/>
                      <wp:wrapNone/>
                      <wp:docPr id="139" name="Freeform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655" cy="154940"/>
                              </a:xfrm>
                              <a:custGeom>
                                <a:avLst/>
                                <a:gdLst>
                                  <a:gd name="T0" fmla="*/ 11 w 53"/>
                                  <a:gd name="T1" fmla="*/ 29 h 244"/>
                                  <a:gd name="T2" fmla="*/ 43 w 53"/>
                                  <a:gd name="T3" fmla="*/ 40 h 244"/>
                                  <a:gd name="T4" fmla="*/ 11 w 53"/>
                                  <a:gd name="T5" fmla="*/ 244 h 244"/>
                                  <a:gd name="T6" fmla="*/ 0 w 53"/>
                                  <a:gd name="T7" fmla="*/ 115 h 244"/>
                                  <a:gd name="T8" fmla="*/ 11 w 53"/>
                                  <a:gd name="T9" fmla="*/ 29 h 2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53" h="244">
                                    <a:moveTo>
                                      <a:pt x="11" y="29"/>
                                    </a:moveTo>
                                    <a:cubicBezTo>
                                      <a:pt x="22" y="33"/>
                                      <a:pt x="41" y="29"/>
                                      <a:pt x="43" y="40"/>
                                    </a:cubicBezTo>
                                    <a:cubicBezTo>
                                      <a:pt x="53" y="94"/>
                                      <a:pt x="28" y="189"/>
                                      <a:pt x="11" y="244"/>
                                    </a:cubicBezTo>
                                    <a:cubicBezTo>
                                      <a:pt x="7" y="201"/>
                                      <a:pt x="0" y="158"/>
                                      <a:pt x="0" y="115"/>
                                    </a:cubicBezTo>
                                    <a:cubicBezTo>
                                      <a:pt x="0" y="86"/>
                                      <a:pt x="11" y="0"/>
                                      <a:pt x="11" y="2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3" o:spid="_x0000_s1026" style="position:absolute;margin-left:286.85pt;margin-top:223.2pt;width:2.65pt;height:12.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" path="m11,29v11,4,30,,32,11c53,94,28,189,11,244,7,201,,158,,115,,86,11,,11,29xe" fillcolor="#0d0d0d [3069]">
                      <v:path arrowok="t" o:connecttype="custom" o:connectlocs="6985,18415;27305,25400;6985,154940;0,73025;6985,18415" o:connectangles="0,0,0,0,0"/>
                    </v:shap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9AB0352" wp14:editId="50AB304A">
                      <wp:simplePos x="0" y="0"/>
                      <wp:positionH relativeFrom="column">
                        <wp:posOffset>2873375</wp:posOffset>
                      </wp:positionH>
                      <wp:positionV relativeFrom="paragraph">
                        <wp:posOffset>4544060</wp:posOffset>
                      </wp:positionV>
                      <wp:extent cx="67945" cy="40640"/>
                      <wp:effectExtent l="13335" t="9525" r="13970" b="16510"/>
                      <wp:wrapNone/>
                      <wp:docPr id="135" name="Freeform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7945" cy="40640"/>
                              </a:xfrm>
                              <a:custGeom>
                                <a:avLst/>
                                <a:gdLst>
                                  <a:gd name="T0" fmla="*/ 107 w 107"/>
                                  <a:gd name="T1" fmla="*/ 64 h 64"/>
                                  <a:gd name="T2" fmla="*/ 0 w 107"/>
                                  <a:gd name="T3" fmla="*/ 0 h 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7" h="64">
                                    <a:moveTo>
                                      <a:pt x="107" y="64"/>
                                    </a:moveTo>
                                    <a:cubicBezTo>
                                      <a:pt x="68" y="57"/>
                                      <a:pt x="0" y="56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id="Freeform 29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31.6pt,361pt" control1="229.65pt,360.65pt" control2="226.25pt,360.6pt" to="226.25pt,357.8pt" coordsize="107,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" filled="f" strokecolor="red" strokeweight="1.5pt">
                      <v:path arrowok="t" o:connecttype="custom" o:connectlocs="67945,40640;0,0" o:connectangles="0,0"/>
                    </v:curv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2685602" wp14:editId="07B85D60">
                      <wp:simplePos x="0" y="0"/>
                      <wp:positionH relativeFrom="column">
                        <wp:posOffset>2843530</wp:posOffset>
                      </wp:positionH>
                      <wp:positionV relativeFrom="paragraph">
                        <wp:posOffset>4295140</wp:posOffset>
                      </wp:positionV>
                      <wp:extent cx="95885" cy="247015"/>
                      <wp:effectExtent l="12065" t="8255" r="6350" b="11430"/>
                      <wp:wrapNone/>
                      <wp:docPr id="134" name="Freeform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885" cy="247015"/>
                              </a:xfrm>
                              <a:custGeom>
                                <a:avLst/>
                                <a:gdLst>
                                  <a:gd name="T0" fmla="*/ 33 w 151"/>
                                  <a:gd name="T1" fmla="*/ 29 h 389"/>
                                  <a:gd name="T2" fmla="*/ 149 w 151"/>
                                  <a:gd name="T3" fmla="*/ 362 h 389"/>
                                  <a:gd name="T4" fmla="*/ 23 w 151"/>
                                  <a:gd name="T5" fmla="*/ 190 h 389"/>
                                  <a:gd name="T6" fmla="*/ 33 w 151"/>
                                  <a:gd name="T7" fmla="*/ 29 h 3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51" h="389">
                                    <a:moveTo>
                                      <a:pt x="33" y="29"/>
                                    </a:moveTo>
                                    <a:cubicBezTo>
                                      <a:pt x="54" y="58"/>
                                      <a:pt x="151" y="335"/>
                                      <a:pt x="149" y="362"/>
                                    </a:cubicBezTo>
                                    <a:cubicBezTo>
                                      <a:pt x="147" y="389"/>
                                      <a:pt x="46" y="247"/>
                                      <a:pt x="23" y="190"/>
                                    </a:cubicBezTo>
                                    <a:cubicBezTo>
                                      <a:pt x="0" y="133"/>
                                      <a:pt x="12" y="0"/>
                                      <a:pt x="33" y="2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8" o:spid="_x0000_s1026" style="position:absolute;margin-left:223.9pt;margin-top:338.2pt;width:7.55pt;height:19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1,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" path="m33,29c54,58,151,335,149,362,147,389,46,247,23,190,,133,12,,33,29xe" fillcolor="#0d0d0d [3069]">
                      <v:path arrowok="t" o:connecttype="custom" o:connectlocs="20955,18415;94615,229870;14605,120650;20955,18415" o:connectangles="0,0,0,0"/>
                    </v:shap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6E2ECC3" wp14:editId="0AA1DA39">
                      <wp:simplePos x="0" y="0"/>
                      <wp:positionH relativeFrom="column">
                        <wp:posOffset>2938145</wp:posOffset>
                      </wp:positionH>
                      <wp:positionV relativeFrom="paragraph">
                        <wp:posOffset>2486660</wp:posOffset>
                      </wp:positionV>
                      <wp:extent cx="95250" cy="257175"/>
                      <wp:effectExtent l="11430" t="9525" r="17145" b="9525"/>
                      <wp:wrapNone/>
                      <wp:docPr id="133" name="Freeform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" cy="257175"/>
                              </a:xfrm>
                              <a:custGeom>
                                <a:avLst/>
                                <a:gdLst>
                                  <a:gd name="T0" fmla="*/ 150 w 150"/>
                                  <a:gd name="T1" fmla="*/ 0 h 405"/>
                                  <a:gd name="T2" fmla="*/ 135 w 150"/>
                                  <a:gd name="T3" fmla="*/ 330 h 405"/>
                                  <a:gd name="T4" fmla="*/ 45 w 150"/>
                                  <a:gd name="T5" fmla="*/ 390 h 405"/>
                                  <a:gd name="T6" fmla="*/ 0 w 150"/>
                                  <a:gd name="T7" fmla="*/ 405 h 4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50" h="405">
                                    <a:moveTo>
                                      <a:pt x="150" y="0"/>
                                    </a:moveTo>
                                    <a:cubicBezTo>
                                      <a:pt x="145" y="110"/>
                                      <a:pt x="148" y="221"/>
                                      <a:pt x="135" y="330"/>
                                    </a:cubicBezTo>
                                    <a:cubicBezTo>
                                      <a:pt x="128" y="385"/>
                                      <a:pt x="83" y="379"/>
                                      <a:pt x="45" y="390"/>
                                    </a:cubicBezTo>
                                    <a:cubicBezTo>
                                      <a:pt x="30" y="394"/>
                                      <a:pt x="0" y="405"/>
                                      <a:pt x="0" y="405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7" o:spid="_x0000_s1026" style="position:absolute;margin-left:231.35pt;margin-top:195.8pt;width:7.5pt;height:20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" path="m150,v-5,110,-2,221,-15,330c128,385,83,379,45,390,30,394,,405,,405e" filled="f" strokecolor="red" strokeweight="1.5pt">
                      <v:path arrowok="t" o:connecttype="custom" o:connectlocs="95250,0;85725,209550;28575,247650;0,257175" o:connectangles="0,0,0,0"/>
                    </v:shap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E3D66F7" wp14:editId="14A3FCA8">
                      <wp:simplePos x="0" y="0"/>
                      <wp:positionH relativeFrom="column">
                        <wp:posOffset>2679065</wp:posOffset>
                      </wp:positionH>
                      <wp:positionV relativeFrom="paragraph">
                        <wp:posOffset>1243965</wp:posOffset>
                      </wp:positionV>
                      <wp:extent cx="293370" cy="1459865"/>
                      <wp:effectExtent l="9525" t="5080" r="11430" b="11430"/>
                      <wp:wrapNone/>
                      <wp:docPr id="132" name="Freeform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3370" cy="1459865"/>
                              </a:xfrm>
                              <a:custGeom>
                                <a:avLst/>
                                <a:gdLst>
                                  <a:gd name="T0" fmla="*/ 15 w 462"/>
                                  <a:gd name="T1" fmla="*/ 292 h 2299"/>
                                  <a:gd name="T2" fmla="*/ 60 w 462"/>
                                  <a:gd name="T3" fmla="*/ 1042 h 2299"/>
                                  <a:gd name="T4" fmla="*/ 195 w 462"/>
                                  <a:gd name="T5" fmla="*/ 1477 h 2299"/>
                                  <a:gd name="T6" fmla="*/ 255 w 462"/>
                                  <a:gd name="T7" fmla="*/ 1942 h 2299"/>
                                  <a:gd name="T8" fmla="*/ 450 w 462"/>
                                  <a:gd name="T9" fmla="*/ 2227 h 2299"/>
                                  <a:gd name="T10" fmla="*/ 330 w 462"/>
                                  <a:gd name="T11" fmla="*/ 1507 h 2299"/>
                                  <a:gd name="T12" fmla="*/ 150 w 462"/>
                                  <a:gd name="T13" fmla="*/ 202 h 2299"/>
                                  <a:gd name="T14" fmla="*/ 15 w 462"/>
                                  <a:gd name="T15" fmla="*/ 292 h 22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62" h="2299">
                                    <a:moveTo>
                                      <a:pt x="15" y="292"/>
                                    </a:moveTo>
                                    <a:cubicBezTo>
                                      <a:pt x="0" y="432"/>
                                      <a:pt x="30" y="845"/>
                                      <a:pt x="60" y="1042"/>
                                    </a:cubicBezTo>
                                    <a:cubicBezTo>
                                      <a:pt x="90" y="1239"/>
                                      <a:pt x="163" y="1327"/>
                                      <a:pt x="195" y="1477"/>
                                    </a:cubicBezTo>
                                    <a:cubicBezTo>
                                      <a:pt x="227" y="1627"/>
                                      <a:pt x="213" y="1817"/>
                                      <a:pt x="255" y="1942"/>
                                    </a:cubicBezTo>
                                    <a:cubicBezTo>
                                      <a:pt x="297" y="2067"/>
                                      <a:pt x="438" y="2299"/>
                                      <a:pt x="450" y="2227"/>
                                    </a:cubicBezTo>
                                    <a:cubicBezTo>
                                      <a:pt x="462" y="2155"/>
                                      <a:pt x="380" y="1844"/>
                                      <a:pt x="330" y="1507"/>
                                    </a:cubicBezTo>
                                    <a:cubicBezTo>
                                      <a:pt x="280" y="1170"/>
                                      <a:pt x="210" y="404"/>
                                      <a:pt x="150" y="202"/>
                                    </a:cubicBezTo>
                                    <a:cubicBezTo>
                                      <a:pt x="90" y="0"/>
                                      <a:pt x="30" y="152"/>
                                      <a:pt x="15" y="2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6" o:spid="_x0000_s1026" style="position:absolute;margin-left:210.95pt;margin-top:97.95pt;width:23.1pt;height:114.9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2,2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" path="m15,292c,432,30,845,60,1042v30,197,103,285,135,435c227,1627,213,1817,255,1942v42,125,183,357,195,285c462,2155,380,1844,330,1507,280,1170,210,404,150,202,90,,30,152,15,292xe" fillcolor="#0d0d0d [3069]" strokecolor="#0d0d0d [3069]">
                      <v:path arrowok="t" o:connecttype="custom" o:connectlocs="9525,185420;38100,661670;123825,937895;161925,1233170;285750,1414145;209550,956945;95250,128270;9525,185420" o:connectangles="0,0,0,0,0,0,0,0"/>
                    </v:shap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7220744C" wp14:editId="621A7B72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4932045</wp:posOffset>
                      </wp:positionV>
                      <wp:extent cx="1151890" cy="467995"/>
                      <wp:effectExtent l="26670" t="26035" r="21590" b="20320"/>
                      <wp:wrapNone/>
                      <wp:docPr id="131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1890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0C0C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071DB" w:rsidRPr="004071DB" w:rsidRDefault="00C877D8" w:rsidP="004071DB">
                                  <w:pPr>
                                    <w:pStyle w:val="CUSTOMNormal"/>
                                    <w:spacing w:after="60" w:line="360" w:lineRule="auto"/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R</w:t>
                                  </w:r>
                                  <w:r w:rsidR="004071DB" w:rsidRPr="004071DB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 xml:space="preserve">ABPI = </w:t>
                                  </w:r>
                                  <w:r w:rsidR="00DE39F4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0.74</w:t>
                                  </w:r>
                                </w:p>
                                <w:p w:rsidR="004071DB" w:rsidRPr="004071DB" w:rsidRDefault="004071DB" w:rsidP="004071DB">
                                  <w:pPr>
                                    <w:pStyle w:val="CUSTOMNormal"/>
                                    <w:spacing w:line="360" w:lineRule="auto"/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000" tIns="43200" rIns="36000" bIns="43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margin-left:61.55pt;margin-top:388.35pt;width:90.7pt;height:36.8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" strokecolor="red" strokeweight="3pt">
                      <v:shadow color="silver"/>
                      <v:textbox inset="1mm,1.2mm,1mm,1.2mm">
                        <w:txbxContent>
                          <w:p w:rsidR="004071DB" w:rsidRPr="004071DB" w:rsidRDefault="00C877D8" w:rsidP="004071DB">
                            <w:pPr>
                              <w:pStyle w:val="CUSTOMNormal"/>
                              <w:spacing w:after="60" w:line="360" w:lineRule="auto"/>
                              <w:rPr>
                                <w:b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Cs w:val="16"/>
                                <w:lang w:val="es-ES"/>
                              </w:rPr>
                              <w:t>R</w:t>
                            </w:r>
                            <w:r w:rsidR="004071DB" w:rsidRPr="004071DB">
                              <w:rPr>
                                <w:b/>
                                <w:szCs w:val="16"/>
                                <w:lang w:val="es-ES"/>
                              </w:rPr>
                              <w:t xml:space="preserve">ABPI = </w:t>
                            </w:r>
                            <w:r w:rsidR="00DE39F4">
                              <w:rPr>
                                <w:b/>
                                <w:szCs w:val="16"/>
                                <w:lang w:val="es-ES"/>
                              </w:rPr>
                              <w:t>0.74</w:t>
                            </w:r>
                          </w:p>
                          <w:p w:rsidR="004071DB" w:rsidRPr="004071DB" w:rsidRDefault="004071DB" w:rsidP="004071DB">
                            <w:pPr>
                              <w:pStyle w:val="CUSTOMNormal"/>
                              <w:spacing w:line="360" w:lineRule="auto"/>
                              <w:rPr>
                                <w:b/>
                                <w:szCs w:val="16"/>
                                <w:lang w:val="es-E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2CFEBD93" wp14:editId="43BB7F3A">
                      <wp:simplePos x="0" y="0"/>
                      <wp:positionH relativeFrom="column">
                        <wp:posOffset>4497070</wp:posOffset>
                      </wp:positionH>
                      <wp:positionV relativeFrom="paragraph">
                        <wp:posOffset>4932045</wp:posOffset>
                      </wp:positionV>
                      <wp:extent cx="1151890" cy="467995"/>
                      <wp:effectExtent l="27305" t="26035" r="20955" b="20320"/>
                      <wp:wrapNone/>
                      <wp:docPr id="130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1890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0C0C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3BD" w:rsidRPr="004071DB" w:rsidRDefault="002923BD" w:rsidP="004071DB">
                                  <w:pPr>
                                    <w:pStyle w:val="CUSTOMNormal"/>
                                    <w:spacing w:after="60" w:line="360" w:lineRule="auto"/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L</w:t>
                                  </w:r>
                                  <w:r w:rsidRPr="004071DB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 xml:space="preserve">ABPI = </w:t>
                                  </w:r>
                                  <w:r w:rsidR="00DE39F4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0.75</w:t>
                                  </w:r>
                                </w:p>
                                <w:p w:rsidR="002923BD" w:rsidRPr="004071DB" w:rsidRDefault="002923BD" w:rsidP="004071DB">
                                  <w:pPr>
                                    <w:pStyle w:val="CUSTOMNormal"/>
                                    <w:spacing w:line="360" w:lineRule="auto"/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000" tIns="43200" rIns="36000" bIns="43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27" type="#_x0000_t202" style="position:absolute;margin-left:354.1pt;margin-top:388.35pt;width:90.7pt;height:36.8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" strokecolor="red" strokeweight="3pt">
                      <v:shadow color="silver"/>
                      <v:textbox inset="1mm,1.2mm,1mm,1.2mm">
                        <w:txbxContent>
                          <w:p w:rsidR="002923BD" w:rsidRPr="004071DB" w:rsidRDefault="002923BD" w:rsidP="004071DB">
                            <w:pPr>
                              <w:pStyle w:val="CUSTOMNormal"/>
                              <w:spacing w:after="60" w:line="360" w:lineRule="auto"/>
                              <w:rPr>
                                <w:b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Cs w:val="16"/>
                                <w:lang w:val="es-ES"/>
                              </w:rPr>
                              <w:t>L</w:t>
                            </w:r>
                            <w:r w:rsidRPr="004071DB">
                              <w:rPr>
                                <w:b/>
                                <w:szCs w:val="16"/>
                                <w:lang w:val="es-ES"/>
                              </w:rPr>
                              <w:t xml:space="preserve">ABPI = </w:t>
                            </w:r>
                            <w:r w:rsidR="00DE39F4">
                              <w:rPr>
                                <w:b/>
                                <w:szCs w:val="16"/>
                                <w:lang w:val="es-ES"/>
                              </w:rPr>
                              <w:t>0.75</w:t>
                            </w:r>
                          </w:p>
                          <w:p w:rsidR="002923BD" w:rsidRPr="004071DB" w:rsidRDefault="002923BD" w:rsidP="004071DB">
                            <w:pPr>
                              <w:pStyle w:val="CUSTOMNormal"/>
                              <w:spacing w:line="360" w:lineRule="auto"/>
                              <w:rPr>
                                <w:b/>
                                <w:szCs w:val="16"/>
                                <w:lang w:val="es-E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1" layoutInCell="1" allowOverlap="1" wp14:anchorId="0B0CB136" wp14:editId="00F70FA1">
                      <wp:simplePos x="0" y="0"/>
                      <wp:positionH relativeFrom="page">
                        <wp:posOffset>4868545</wp:posOffset>
                      </wp:positionH>
                      <wp:positionV relativeFrom="page">
                        <wp:posOffset>953770</wp:posOffset>
                      </wp:positionV>
                      <wp:extent cx="1649095" cy="3169285"/>
                      <wp:effectExtent l="0" t="635" r="0" b="0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095" cy="31692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23BD" w:rsidRDefault="002923B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Default="002923BD" w:rsidP="00DE39F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 w:rsidR="00DE39F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351E70" w:rsidRDefault="00351E70" w:rsidP="00351E7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51E70" w:rsidRPr="00DA781F" w:rsidRDefault="00351E70" w:rsidP="00DE39F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51E7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Diffuse heterogeneous atheroma noted to the calf.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DE39F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 w:rsidR="00DE39F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DE39F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 w:rsidR="00DE39F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351E7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351E7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Triphasic, mid-thigh stenosis, 50-75%, triphasic post stenosis.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351E7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 w:rsidR="00351E7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Proximal stenosis high-end 50-75%, triphasic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351E7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 w:rsidR="00351E7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351E7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 w:rsidR="00351E7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Proximal stenosis 50-75%, hyperaemic throughout.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351E7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351E7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51E70" w:rsidRPr="00DA781F" w:rsidRDefault="002923BD" w:rsidP="00351E7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351E7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2923BD" w:rsidRPr="00DA781F" w:rsidRDefault="002923BD" w:rsidP="00351E7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28" type="#_x0000_t202" style="position:absolute;margin-left:383.35pt;margin-top:75.1pt;width:129.85pt;height:249.5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" filled="f" stroked="f" strokeweight=".5pt">
                      <v:textbox style="mso-fit-shape-to-text:t" inset="0,0,0,0">
                        <w:txbxContent>
                          <w:p w:rsidR="002923BD" w:rsidRDefault="002923B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Default="002923BD" w:rsidP="00DE39F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 w:rsidR="00DE39F4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351E70" w:rsidRDefault="00351E70" w:rsidP="00351E7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351E70" w:rsidRPr="00DA781F" w:rsidRDefault="00351E70" w:rsidP="00DE39F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51E7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Diffuse heterogeneous atheroma noted to the calf.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DE39F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 w:rsidR="00DE39F4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DE39F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 w:rsidR="00DE39F4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351E7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 w:rsidR="00351E7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Triphasic, mid-thigh stenosis, 50-75%, triphasic post stenosis.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351E7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 w:rsidR="00351E7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Proximal stenosis high-end 50-75%, triphasic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351E7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 w:rsidR="00351E7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351E7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 w:rsidR="00351E7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Proximal stenosis 50-75%, hyperaemic throughout.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351E7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351E7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351E70" w:rsidRPr="00DA781F" w:rsidRDefault="002923BD" w:rsidP="00351E7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351E7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2923BD" w:rsidRPr="00DA781F" w:rsidRDefault="002923BD" w:rsidP="00351E7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211F5102" wp14:editId="49737213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843405" cy="361950"/>
                      <wp:effectExtent l="4445" t="0" r="0" b="0"/>
                      <wp:wrapNone/>
                      <wp:docPr id="12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3405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3DC" w:rsidRPr="00DA781F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="00DE39F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1.9</w:t>
                                  </w: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cm max AP</w:t>
                                  </w:r>
                                </w:p>
                                <w:p w:rsidR="00C003DC" w:rsidRPr="00FA7ABC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9" type="#_x0000_t202" style="position:absolute;margin-left:.55pt;margin-top:17.3pt;width:145.15pt;height:28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" filled="f" stroked="f" strokeweight=".5pt">
                      <v:textbox inset="0,0,0,0">
                        <w:txbxContent>
                          <w:p w:rsidR="00C003DC" w:rsidRPr="00DA781F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="00DE39F4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1.9</w:t>
                            </w: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>cm max AP</w:t>
                            </w:r>
                          </w:p>
                          <w:p w:rsidR="00C003DC" w:rsidRPr="00FA7ABC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5F5401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1" layoutInCell="1" allowOverlap="1" wp14:anchorId="6CEC18A8" wp14:editId="387ACDC8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1774190" cy="2760345"/>
                      <wp:effectExtent l="4445" t="635" r="2540" b="0"/>
                      <wp:wrapNone/>
                      <wp:docPr id="3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2760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ABC" w:rsidRPr="00DA781F" w:rsidRDefault="00C877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  <w:r w:rsidR="00FA7ABC"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LEG:</w:t>
                                  </w:r>
                                </w:p>
                                <w:p w:rsidR="00DE39F4" w:rsidRPr="00DA781F" w:rsidRDefault="00DE39F4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DE39F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 w:rsidR="00DE39F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2923BD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51E70" w:rsidRPr="00351E70" w:rsidRDefault="00351E70" w:rsidP="00351E7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51E7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Diffuse heterogeneous atheroma noted to the calf. </w:t>
                                  </w:r>
                                </w:p>
                                <w:p w:rsidR="00351E70" w:rsidRPr="00DA781F" w:rsidRDefault="00351E70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Default="002923BD" w:rsidP="00DE39F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 w:rsidR="00DE39F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DE39F4" w:rsidRPr="00DA781F" w:rsidRDefault="00DE39F4" w:rsidP="00DE39F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DE39F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 w:rsidR="00DE39F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DE39F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351E7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Occluded, reformed distally, 29cm/s.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351E7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 w:rsidR="00351E7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Monophasic, 62cm/s.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351E7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 w:rsidR="00351E7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Monophasic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DE39F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 w:rsidR="00DE39F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Small occlusion, proximally dampened monophasic to the ankle. </w:t>
                                  </w:r>
                                  <w:proofErr w:type="gramStart"/>
                                  <w:r w:rsidR="00DE39F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25cm/s.</w:t>
                                  </w:r>
                                  <w:proofErr w:type="gramEnd"/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DE39F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DE39F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monophasic, 52cm/s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DA781F" w:rsidRDefault="002923BD" w:rsidP="00DE39F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DE39F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Patent to the ankle, occluded, then reformed.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0" type="#_x0000_t202" style="position:absolute;margin-left:.55pt;margin-top:75.1pt;width:139.7pt;height:217.3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" filled="f" stroked="f" strokeweight=".5pt">
                      <v:textbox style="mso-fit-shape-to-text:t" inset="0,0,0,0">
                        <w:txbxContent>
                          <w:p w:rsidR="00FA7ABC" w:rsidRPr="00DA781F" w:rsidRDefault="00C877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  <w:r w:rsidR="00FA7ABC"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LEG:</w:t>
                            </w:r>
                          </w:p>
                          <w:p w:rsidR="00DE39F4" w:rsidRPr="00DA781F" w:rsidRDefault="00DE39F4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DE39F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 w:rsidR="00DE39F4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2923BD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351E70" w:rsidRPr="00351E70" w:rsidRDefault="00351E70" w:rsidP="00351E7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51E7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Diffuse heterogeneous atheroma noted to the calf. </w:t>
                            </w:r>
                          </w:p>
                          <w:p w:rsidR="00351E70" w:rsidRPr="00DA781F" w:rsidRDefault="00351E70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Default="002923BD" w:rsidP="00DE39F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 w:rsidR="00DE39F4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DE39F4" w:rsidRPr="00DA781F" w:rsidRDefault="00DE39F4" w:rsidP="00DE39F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DE39F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 w:rsidR="00DE39F4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DE39F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 w:rsidR="00351E70">
                              <w:rPr>
                                <w:color w:val="000000"/>
                                <w:sz w:val="14"/>
                                <w:szCs w:val="14"/>
                              </w:rPr>
                              <w:t>Occluded, reformed distally, 29cm/s.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351E7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 w:rsidR="00351E70">
                              <w:rPr>
                                <w:color w:val="000000"/>
                                <w:sz w:val="14"/>
                                <w:szCs w:val="14"/>
                              </w:rPr>
                              <w:t>Monophasic, 62cm/s.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351E7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 w:rsidR="00351E7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Monophasic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DE39F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 w:rsidR="00DE39F4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Small occlusion, proximally dampened monophasic to the ankle. </w:t>
                            </w:r>
                            <w:proofErr w:type="gramStart"/>
                            <w:r w:rsidR="00DE39F4">
                              <w:rPr>
                                <w:color w:val="000000"/>
                                <w:sz w:val="14"/>
                                <w:szCs w:val="14"/>
                              </w:rPr>
                              <w:t>25cm/s.</w:t>
                            </w:r>
                            <w:proofErr w:type="gramEnd"/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DE39F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DE39F4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monophasic, 52cm/s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DA781F" w:rsidRDefault="002923BD" w:rsidP="00DE39F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DE39F4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Patent to the ankle, occluded, then reformed.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96450A">
        <w:trPr>
          <w:trHeight w:hRule="exact" w:val="10869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E17436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E17436">
              <w:rPr>
                <w:sz w:val="21"/>
                <w:szCs w:val="21"/>
              </w:rPr>
              <w:lastRenderedPageBreak/>
              <w:t>Report:</w:t>
            </w:r>
          </w:p>
          <w:p w:rsidR="00DE39F4" w:rsidRDefault="00DE39F4" w:rsidP="00DE39F4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t>Abdomen</w:t>
            </w:r>
          </w:p>
          <w:p w:rsidR="00DE39F4" w:rsidRDefault="00DE39F4" w:rsidP="00DE39F4">
            <w:pPr>
              <w:rPr>
                <w:lang w:val="en-GB"/>
              </w:rPr>
            </w:pPr>
          </w:p>
          <w:p w:rsidR="00DE39F4" w:rsidRDefault="00DE39F4" w:rsidP="00DE39F4">
            <w:pPr>
              <w:rPr>
                <w:lang w:val="en-GB"/>
              </w:rPr>
            </w:pPr>
            <w:r>
              <w:rPr>
                <w:lang w:val="en-GB"/>
              </w:rPr>
              <w:t xml:space="preserve">The abdominal Aorta is patent and of normal calibre from the mid-distal </w:t>
            </w:r>
            <w:proofErr w:type="gramStart"/>
            <w:r>
              <w:rPr>
                <w:lang w:val="en-GB"/>
              </w:rPr>
              <w:t>Aorta .</w:t>
            </w:r>
            <w:proofErr w:type="gramEnd"/>
            <w:r>
              <w:rPr>
                <w:lang w:val="en-GB"/>
              </w:rPr>
              <w:t xml:space="preserve"> The Common iliac arteries are of normal calibre and External Iliac arteries are both patent with triphasic waveforms noted and no significant stenosis.</w:t>
            </w:r>
          </w:p>
          <w:p w:rsidR="00DE39F4" w:rsidRDefault="00DE39F4" w:rsidP="00DE39F4">
            <w:pPr>
              <w:rPr>
                <w:b/>
                <w:lang w:val="en-GB"/>
              </w:rPr>
            </w:pPr>
          </w:p>
          <w:p w:rsidR="00DE39F4" w:rsidRDefault="00DE39F4" w:rsidP="00DE39F4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fldChar w:fldCharType="begin"/>
            </w:r>
            <w:r>
              <w:rPr>
                <w:b/>
                <w:u w:val="single"/>
                <w:lang w:val="en-GB"/>
              </w:rPr>
              <w:instrText xml:space="preserve"> AUTOTEXT  exams.names  \* MERGEFORMAT </w:instrText>
            </w:r>
            <w:r>
              <w:rPr>
                <w:b/>
                <w:u w:val="single"/>
                <w:lang w:val="en-GB"/>
              </w:rPr>
              <w:fldChar w:fldCharType="separate"/>
            </w:r>
            <w:r>
              <w:rPr>
                <w:b/>
                <w:u w:val="single"/>
                <w:lang w:val="en-GB"/>
              </w:rPr>
              <w:t xml:space="preserve">US Doppler lower limb arteries </w:t>
            </w:r>
            <w:proofErr w:type="spellStart"/>
            <w:r>
              <w:rPr>
                <w:b/>
                <w:u w:val="single"/>
                <w:lang w:val="en-GB"/>
              </w:rPr>
              <w:t>Rt</w:t>
            </w:r>
            <w:proofErr w:type="spellEnd"/>
            <w:r>
              <w:rPr>
                <w:b/>
                <w:u w:val="single"/>
                <w:lang w:val="en-GB"/>
              </w:rPr>
              <w:fldChar w:fldCharType="end"/>
            </w:r>
            <w:r>
              <w:rPr>
                <w:b/>
                <w:u w:val="single"/>
                <w:lang w:val="en-GB"/>
              </w:rPr>
              <w:t>:</w:t>
            </w:r>
            <w:r w:rsidR="00351E70">
              <w:rPr>
                <w:b/>
                <w:u w:val="single"/>
                <w:lang w:val="en-GB"/>
              </w:rPr>
              <w:t xml:space="preserve"> </w:t>
            </w:r>
          </w:p>
          <w:p w:rsidR="00351E70" w:rsidRPr="00351E70" w:rsidRDefault="00351E70" w:rsidP="00DE39F4">
            <w:pPr>
              <w:rPr>
                <w:lang w:val="en-GB"/>
              </w:rPr>
            </w:pPr>
            <w:r w:rsidRPr="00351E70">
              <w:rPr>
                <w:lang w:val="en-GB"/>
              </w:rPr>
              <w:t xml:space="preserve">Diffuse heterogeneous atheroma noted to the calf. </w:t>
            </w:r>
          </w:p>
          <w:p w:rsidR="00DE39F4" w:rsidRDefault="00DE39F4" w:rsidP="00DE39F4">
            <w:pPr>
              <w:ind w:left="720"/>
              <w:rPr>
                <w:b/>
                <w:u w:val="single"/>
                <w:lang w:val="en-GB"/>
              </w:rPr>
            </w:pPr>
          </w:p>
          <w:p w:rsidR="00DE39F4" w:rsidRDefault="00DE39F4" w:rsidP="00DE39F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Common Femoral and Profunda Femoral are patent with triphasic waveforms detected, no significant stenosis noted.</w:t>
            </w:r>
          </w:p>
          <w:p w:rsidR="00DE39F4" w:rsidRDefault="00DE39F4" w:rsidP="00DE39F4">
            <w:pPr>
              <w:jc w:val="both"/>
              <w:rPr>
                <w:lang w:val="en-GB"/>
              </w:rPr>
            </w:pPr>
          </w:p>
          <w:p w:rsidR="00DE39F4" w:rsidRDefault="00DE39F4" w:rsidP="00DE39F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SFA occludes from the origin with a small lumen to the distal thigh. ~ 3-4cm above the knee the artery is reformed with monophasic waveform </w:t>
            </w:r>
            <w:proofErr w:type="gramStart"/>
            <w:r>
              <w:rPr>
                <w:lang w:val="en-GB"/>
              </w:rPr>
              <w:t>noted, 29cm/s</w:t>
            </w:r>
            <w:proofErr w:type="gramEnd"/>
            <w:r>
              <w:rPr>
                <w:lang w:val="en-GB"/>
              </w:rPr>
              <w:t xml:space="preserve">. </w:t>
            </w:r>
          </w:p>
          <w:p w:rsidR="00DE39F4" w:rsidRDefault="00DE39F4" w:rsidP="00DE39F4">
            <w:pPr>
              <w:ind w:left="720"/>
              <w:jc w:val="both"/>
              <w:rPr>
                <w:lang w:val="en-GB"/>
              </w:rPr>
            </w:pPr>
            <w:r>
              <w:rPr>
                <w:lang w:val="en-GB"/>
              </w:rPr>
              <w:tab/>
            </w:r>
          </w:p>
          <w:p w:rsidR="00DE39F4" w:rsidRDefault="00DE39F4" w:rsidP="00DE39F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</w:t>
            </w:r>
            <w:proofErr w:type="spellStart"/>
            <w:r>
              <w:rPr>
                <w:lang w:val="en-GB"/>
              </w:rPr>
              <w:t>Tibio</w:t>
            </w:r>
            <w:proofErr w:type="spellEnd"/>
            <w:r>
              <w:rPr>
                <w:lang w:val="en-GB"/>
              </w:rPr>
              <w:t xml:space="preserve">-Peroneal Trunk and Posterior Tibial are patent with monophasic waveforms to the ankle. </w:t>
            </w:r>
          </w:p>
          <w:p w:rsidR="00DE39F4" w:rsidRDefault="00DE39F4" w:rsidP="00DE39F4">
            <w:pPr>
              <w:jc w:val="both"/>
              <w:rPr>
                <w:lang w:val="en-GB"/>
              </w:rPr>
            </w:pPr>
          </w:p>
          <w:p w:rsidR="00DE39F4" w:rsidRDefault="00DE39F4" w:rsidP="00DE39F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ATA is patent although a short 8.6mm segment of no colour or Doppler flow is detected. Monophasic waveforms are noted to the distal calf. A collateral is observed supplying flow to the peroneal at the ankle. </w:t>
            </w:r>
          </w:p>
          <w:p w:rsidR="00DE39F4" w:rsidRDefault="00DE39F4" w:rsidP="00DE39F4">
            <w:pPr>
              <w:jc w:val="both"/>
              <w:rPr>
                <w:lang w:val="en-GB"/>
              </w:rPr>
            </w:pPr>
          </w:p>
          <w:p w:rsidR="00DE39F4" w:rsidRDefault="00DE39F4" w:rsidP="00DE39F4">
            <w:pPr>
              <w:jc w:val="both"/>
              <w:rPr>
                <w:b/>
                <w:u w:val="single"/>
                <w:lang w:val="en-GB"/>
              </w:rPr>
            </w:pPr>
            <w:r>
              <w:rPr>
                <w:lang w:val="en-GB"/>
              </w:rPr>
              <w:t xml:space="preserve">The Peroneal artery is patent to the ankle where the artery occludes with no colour or Doppler flow detected. The peroneal at the ankle is reformed by the ATA. </w:t>
            </w:r>
          </w:p>
          <w:p w:rsidR="00DE39F4" w:rsidRDefault="00DE39F4" w:rsidP="00DE39F4">
            <w:pPr>
              <w:ind w:left="720"/>
              <w:rPr>
                <w:b/>
                <w:u w:val="single"/>
                <w:lang w:val="en-GB"/>
              </w:rPr>
            </w:pPr>
          </w:p>
          <w:p w:rsidR="00DE39F4" w:rsidRDefault="00DE39F4" w:rsidP="00DE39F4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fldChar w:fldCharType="begin"/>
            </w:r>
            <w:r>
              <w:rPr>
                <w:b/>
                <w:u w:val="single"/>
                <w:lang w:val="en-GB"/>
              </w:rPr>
              <w:instrText xml:space="preserve"> AUTOTEXT  exams.names  \* MERGEFORMAT </w:instrText>
            </w:r>
            <w:r>
              <w:rPr>
                <w:b/>
                <w:u w:val="single"/>
                <w:lang w:val="en-GB"/>
              </w:rPr>
              <w:fldChar w:fldCharType="separate"/>
            </w:r>
            <w:r>
              <w:rPr>
                <w:b/>
                <w:u w:val="single"/>
                <w:lang w:val="en-GB"/>
              </w:rPr>
              <w:t>US Doppler lower limb arteries Lt</w:t>
            </w:r>
            <w:r>
              <w:rPr>
                <w:b/>
                <w:u w:val="single"/>
                <w:lang w:val="en-GB"/>
              </w:rPr>
              <w:fldChar w:fldCharType="end"/>
            </w:r>
            <w:r>
              <w:rPr>
                <w:b/>
                <w:u w:val="single"/>
                <w:lang w:val="en-GB"/>
              </w:rPr>
              <w:t>:</w:t>
            </w:r>
          </w:p>
          <w:p w:rsidR="00351E70" w:rsidRDefault="00351E70" w:rsidP="00DE39F4">
            <w:pPr>
              <w:rPr>
                <w:b/>
                <w:u w:val="single"/>
                <w:lang w:val="en-GB"/>
              </w:rPr>
            </w:pPr>
          </w:p>
          <w:p w:rsidR="00351E70" w:rsidRPr="00351E70" w:rsidRDefault="00351E70" w:rsidP="00DE39F4">
            <w:pPr>
              <w:rPr>
                <w:lang w:val="en-GB"/>
              </w:rPr>
            </w:pPr>
            <w:r w:rsidRPr="00351E70">
              <w:rPr>
                <w:lang w:val="en-GB"/>
              </w:rPr>
              <w:t xml:space="preserve">Diffuse heterogeneous atheroma </w:t>
            </w:r>
            <w:r>
              <w:rPr>
                <w:lang w:val="en-GB"/>
              </w:rPr>
              <w:t>noted to the calf.</w:t>
            </w:r>
          </w:p>
          <w:p w:rsidR="00DE39F4" w:rsidRDefault="00DE39F4" w:rsidP="00DE39F4">
            <w:pPr>
              <w:ind w:left="720"/>
              <w:rPr>
                <w:lang w:val="en-GB"/>
              </w:rPr>
            </w:pPr>
          </w:p>
          <w:p w:rsidR="00DE39F4" w:rsidRDefault="00DE39F4" w:rsidP="00DE39F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Common Femoral and Profunda Femoral arteries are patent with triphasic waveforms detected, no significant stenosis noted.</w:t>
            </w:r>
          </w:p>
          <w:p w:rsidR="00DE39F4" w:rsidRDefault="00DE39F4" w:rsidP="00DE39F4">
            <w:pPr>
              <w:jc w:val="both"/>
              <w:rPr>
                <w:lang w:val="en-GB"/>
              </w:rPr>
            </w:pPr>
          </w:p>
          <w:p w:rsidR="00DE39F4" w:rsidRDefault="00DE39F4" w:rsidP="00DE39F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SFA is patent with triphasic waveforms to the mid-thigh with a max PSV of 2.83m/s with a PSVT of 2.85 suggestive of a 50-75% stenosis. </w:t>
            </w:r>
          </w:p>
          <w:p w:rsidR="00DE39F4" w:rsidRDefault="00DE39F4" w:rsidP="00DE39F4">
            <w:pPr>
              <w:jc w:val="both"/>
              <w:rPr>
                <w:lang w:val="en-GB"/>
              </w:rPr>
            </w:pPr>
          </w:p>
          <w:p w:rsidR="00DE39F4" w:rsidRDefault="00DE39F4" w:rsidP="00DE39F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Popliteal is patent with a max PSV post adductors canal, 3.2m/s with a PSVR of 4.29, suggestive of a high end 50-75% </w:t>
            </w:r>
            <w:proofErr w:type="gramStart"/>
            <w:r>
              <w:rPr>
                <w:lang w:val="en-GB"/>
              </w:rPr>
              <w:t>stenosis,</w:t>
            </w:r>
            <w:proofErr w:type="gramEnd"/>
            <w:r>
              <w:rPr>
                <w:lang w:val="en-GB"/>
              </w:rPr>
              <w:t xml:space="preserve"> however triphasic waveforms are noted in the remain</w:t>
            </w:r>
            <w:r w:rsidR="0096450A">
              <w:rPr>
                <w:lang w:val="en-GB"/>
              </w:rPr>
              <w:t>ing</w:t>
            </w:r>
            <w:r>
              <w:rPr>
                <w:lang w:val="en-GB"/>
              </w:rPr>
              <w:t xml:space="preserve"> vessel. </w:t>
            </w:r>
          </w:p>
          <w:p w:rsidR="00DE39F4" w:rsidRDefault="00DE39F4" w:rsidP="00DE39F4">
            <w:pPr>
              <w:ind w:left="720"/>
              <w:jc w:val="both"/>
              <w:rPr>
                <w:lang w:val="en-GB"/>
              </w:rPr>
            </w:pPr>
          </w:p>
          <w:p w:rsidR="00DE39F4" w:rsidRDefault="00DE39F4" w:rsidP="00DE39F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</w:t>
            </w:r>
            <w:proofErr w:type="spellStart"/>
            <w:r>
              <w:rPr>
                <w:lang w:val="en-GB"/>
              </w:rPr>
              <w:t>Tibio</w:t>
            </w:r>
            <w:proofErr w:type="spellEnd"/>
            <w:r>
              <w:rPr>
                <w:lang w:val="en-GB"/>
              </w:rPr>
              <w:t xml:space="preserve">-Peroneal Trunk, Posterior Tibial, and Peroneal arteries are patent with triphasic/ hyperaemic waveforms detected. </w:t>
            </w:r>
          </w:p>
          <w:p w:rsidR="00DE39F4" w:rsidRDefault="00DE39F4" w:rsidP="00DE39F4">
            <w:pPr>
              <w:jc w:val="both"/>
              <w:rPr>
                <w:lang w:val="en-GB"/>
              </w:rPr>
            </w:pPr>
          </w:p>
          <w:p w:rsidR="00DE39F4" w:rsidRDefault="00DE39F4" w:rsidP="00DE39F4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ATA is patent with a max PSV of 1.8 with a PSVR of 2.4 suggestive of a 50-75% stenosis.  Hyperaemic waveforms are noted to the distal calf. </w:t>
            </w:r>
          </w:p>
          <w:p w:rsidR="009E0202" w:rsidRDefault="009E0202" w:rsidP="00DC01AB">
            <w:pPr>
              <w:pStyle w:val="CUSTOMColumnText"/>
            </w:pPr>
          </w:p>
          <w:p w:rsidR="00DE39F4" w:rsidRDefault="00DE39F4" w:rsidP="00DC01AB">
            <w:pPr>
              <w:pStyle w:val="CUSTOMColumnText"/>
            </w:pPr>
            <w:r>
              <w:t xml:space="preserve">ABPI= Moderately abnormal resting ABPI </w:t>
            </w:r>
          </w:p>
          <w:p w:rsidR="00DE39F4" w:rsidRDefault="00DE39F4" w:rsidP="00DC01AB">
            <w:pPr>
              <w:pStyle w:val="CUSTOMColumnText"/>
            </w:pPr>
            <w:r>
              <w:t>RT= 0.74</w:t>
            </w:r>
          </w:p>
          <w:p w:rsidR="00DE39F4" w:rsidRPr="00DC01AB" w:rsidRDefault="00DE39F4" w:rsidP="00DC01AB">
            <w:pPr>
              <w:pStyle w:val="CUSTOMColumnText"/>
            </w:pPr>
            <w:r>
              <w:t>LT= 0.75</w:t>
            </w: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DE39F4" w:rsidP="009D4370">
            <w:pPr>
              <w:pStyle w:val="CUSTOMColumnText"/>
            </w:pPr>
            <w:r>
              <w:t>Abnormal ABPI   Brachial 144mmHg</w:t>
            </w:r>
          </w:p>
          <w:p w:rsidR="00DE39F4" w:rsidRDefault="00DE39F4" w:rsidP="009D4370">
            <w:pPr>
              <w:pStyle w:val="CUSTOMColumnText"/>
            </w:pPr>
          </w:p>
          <w:p w:rsidR="00DE39F4" w:rsidRDefault="00DE39F4" w:rsidP="009D4370">
            <w:pPr>
              <w:pStyle w:val="CUSTOMColumnText"/>
            </w:pPr>
            <w:r>
              <w:t>RT PTA 108mmHg             LT PTA = 110</w:t>
            </w:r>
          </w:p>
          <w:p w:rsidR="00DE39F4" w:rsidRDefault="00DE39F4" w:rsidP="009D4370">
            <w:pPr>
              <w:pStyle w:val="CUSTOMColumnText"/>
            </w:pPr>
            <w:r>
              <w:t>LT ATA 100 mmHg             LT ATA = 140</w:t>
            </w:r>
            <w:proofErr w:type="gramStart"/>
            <w:r>
              <w:t>, ?</w:t>
            </w:r>
            <w:proofErr w:type="gramEnd"/>
            <w:r>
              <w:t xml:space="preserve"> Falsely elevated due to medial calcification. </w:t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E17436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9F4" w:rsidRDefault="00DE39F4" w:rsidP="005748E3">
      <w:r>
        <w:separator/>
      </w:r>
    </w:p>
  </w:endnote>
  <w:endnote w:type="continuationSeparator" w:id="0">
    <w:p w:rsidR="00DE39F4" w:rsidRDefault="00DE39F4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5F5401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951159A">
              <wp:simplePos x="0" y="0"/>
              <wp:positionH relativeFrom="column">
                <wp:posOffset>269875</wp:posOffset>
              </wp:positionH>
              <wp:positionV relativeFrom="paragraph">
                <wp:posOffset>-1192530</wp:posOffset>
              </wp:positionV>
              <wp:extent cx="6003925" cy="419100"/>
              <wp:effectExtent l="10160" t="13335" r="0" b="15240"/>
              <wp:wrapNone/>
              <wp:docPr id="1" name="Group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15" name="Group 97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16" name="Group 98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17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83824" w:rsidRPr="00734451" w:rsidRDefault="00D83824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01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20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83824" w:rsidRPr="00734451" w:rsidRDefault="00D83824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46" name="Group 104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47" name="Group 105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48" name="AutoShap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9" name="AutoShap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0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83824" w:rsidRPr="00734451" w:rsidRDefault="00D83824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109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52" name="Group 110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53" name="Rectangle 1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4" name="Text Box 1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3824" w:rsidRPr="00734451" w:rsidRDefault="00D83824" w:rsidP="00D8382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55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156" name="AutoShape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7" name="Text Box 1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3824" w:rsidRPr="00734451" w:rsidRDefault="00D83824" w:rsidP="00D8382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6" o:spid="_x0000_s1033" style="position:absolute;margin-left:21.25pt;margin-top:-93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">
              <v:group id="Group 97" o:spid="_x0000_s1034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98" o:spid="_x0000_s1035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99" o:spid="_x0000_s1036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0" o:spid="_x0000_s1037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D83824" w:rsidRPr="00734451" w:rsidRDefault="00D83824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101" o:spid="_x0000_s1038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02" o:spid="_x0000_s1039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103" o:spid="_x0000_s1040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D83824" w:rsidRPr="00734451" w:rsidRDefault="00D83824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04" o:spid="_x0000_s1041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105" o:spid="_x0000_s1042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6" o:spid="_x0000_s1043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107" o:spid="_x0000_s1044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108" o:spid="_x0000_s1045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D83824" w:rsidRPr="00734451" w:rsidRDefault="00D83824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09" o:spid="_x0000_s1046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10" o:spid="_x0000_s1047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111" o:spid="_x0000_s1048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112" o:spid="_x0000_s1049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D83824" w:rsidRPr="00734451" w:rsidRDefault="00D83824" w:rsidP="00D8382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13" o:spid="_x0000_s1050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114" o:spid="_x0000_s1051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115" o:spid="_x0000_s1052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D83824" w:rsidRPr="00734451" w:rsidRDefault="00D83824" w:rsidP="00D8382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4951159B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9F4" w:rsidRDefault="00DE39F4" w:rsidP="005748E3">
      <w:r>
        <w:separator/>
      </w:r>
    </w:p>
  </w:footnote>
  <w:footnote w:type="continuationSeparator" w:id="0">
    <w:p w:rsidR="00DE39F4" w:rsidRDefault="00DE39F4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5F5401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9511594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49511595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49511596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1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5F5401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0" locked="1" layoutInCell="0" allowOverlap="1" wp14:anchorId="2D30C038">
          <wp:simplePos x="0" y="0"/>
          <wp:positionH relativeFrom="page">
            <wp:posOffset>2571115</wp:posOffset>
          </wp:positionH>
          <wp:positionV relativeFrom="page">
            <wp:posOffset>3386455</wp:posOffset>
          </wp:positionV>
          <wp:extent cx="2430145" cy="5349875"/>
          <wp:effectExtent l="0" t="0" r="8255" b="3175"/>
          <wp:wrapNone/>
          <wp:docPr id="137" name="Picture 137" descr="Bot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7" descr="Both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9"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5349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49511598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49511599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"/>
      <o:colormenu v:ext="edit" fillcolor="none [3069]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9F4"/>
    <w:rsid w:val="00000CAF"/>
    <w:rsid w:val="00002C57"/>
    <w:rsid w:val="0002322E"/>
    <w:rsid w:val="00030ECC"/>
    <w:rsid w:val="00033B0B"/>
    <w:rsid w:val="00044A92"/>
    <w:rsid w:val="00047E48"/>
    <w:rsid w:val="0006170F"/>
    <w:rsid w:val="00075B57"/>
    <w:rsid w:val="00095E0A"/>
    <w:rsid w:val="000B1F8C"/>
    <w:rsid w:val="000C302A"/>
    <w:rsid w:val="000D03AD"/>
    <w:rsid w:val="000D12F2"/>
    <w:rsid w:val="000E220B"/>
    <w:rsid w:val="001346C4"/>
    <w:rsid w:val="0014708E"/>
    <w:rsid w:val="00156E8E"/>
    <w:rsid w:val="00186F8F"/>
    <w:rsid w:val="00191142"/>
    <w:rsid w:val="00196CF5"/>
    <w:rsid w:val="001A0461"/>
    <w:rsid w:val="001A7AF4"/>
    <w:rsid w:val="001C0F37"/>
    <w:rsid w:val="001C2A3A"/>
    <w:rsid w:val="001C3912"/>
    <w:rsid w:val="001F44A2"/>
    <w:rsid w:val="00210977"/>
    <w:rsid w:val="00226007"/>
    <w:rsid w:val="0023354F"/>
    <w:rsid w:val="002739C8"/>
    <w:rsid w:val="002867C0"/>
    <w:rsid w:val="002923BD"/>
    <w:rsid w:val="002932DD"/>
    <w:rsid w:val="00293ED4"/>
    <w:rsid w:val="002A016B"/>
    <w:rsid w:val="002A430F"/>
    <w:rsid w:val="002C6A41"/>
    <w:rsid w:val="002D4419"/>
    <w:rsid w:val="002D613D"/>
    <w:rsid w:val="002D7122"/>
    <w:rsid w:val="002E04BC"/>
    <w:rsid w:val="00304C4D"/>
    <w:rsid w:val="003234AA"/>
    <w:rsid w:val="00324212"/>
    <w:rsid w:val="00351E70"/>
    <w:rsid w:val="00352F64"/>
    <w:rsid w:val="003747AD"/>
    <w:rsid w:val="00380B46"/>
    <w:rsid w:val="00382C7D"/>
    <w:rsid w:val="00384449"/>
    <w:rsid w:val="003909B4"/>
    <w:rsid w:val="00394CF1"/>
    <w:rsid w:val="003A6622"/>
    <w:rsid w:val="003C0B62"/>
    <w:rsid w:val="003E131B"/>
    <w:rsid w:val="003E1E07"/>
    <w:rsid w:val="003F7EB7"/>
    <w:rsid w:val="0040168D"/>
    <w:rsid w:val="004071DB"/>
    <w:rsid w:val="00411FD4"/>
    <w:rsid w:val="00425ED0"/>
    <w:rsid w:val="004353A0"/>
    <w:rsid w:val="004520A0"/>
    <w:rsid w:val="004767D0"/>
    <w:rsid w:val="00477D62"/>
    <w:rsid w:val="004A3BCC"/>
    <w:rsid w:val="004C122B"/>
    <w:rsid w:val="004E0025"/>
    <w:rsid w:val="004E1746"/>
    <w:rsid w:val="004E3E95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D0F"/>
    <w:rsid w:val="005B2430"/>
    <w:rsid w:val="005C197D"/>
    <w:rsid w:val="005D4909"/>
    <w:rsid w:val="005E594C"/>
    <w:rsid w:val="005E5F50"/>
    <w:rsid w:val="005F5401"/>
    <w:rsid w:val="00601B30"/>
    <w:rsid w:val="00615B7D"/>
    <w:rsid w:val="00624106"/>
    <w:rsid w:val="00632733"/>
    <w:rsid w:val="00644C5F"/>
    <w:rsid w:val="00656DF2"/>
    <w:rsid w:val="0067732A"/>
    <w:rsid w:val="006D3CE8"/>
    <w:rsid w:val="006D59BA"/>
    <w:rsid w:val="00701D82"/>
    <w:rsid w:val="007102C1"/>
    <w:rsid w:val="007112FB"/>
    <w:rsid w:val="00721A7D"/>
    <w:rsid w:val="0078169E"/>
    <w:rsid w:val="007E5FF2"/>
    <w:rsid w:val="007E7F55"/>
    <w:rsid w:val="00803E28"/>
    <w:rsid w:val="00804042"/>
    <w:rsid w:val="00811182"/>
    <w:rsid w:val="00813362"/>
    <w:rsid w:val="00826BA1"/>
    <w:rsid w:val="00854725"/>
    <w:rsid w:val="00880184"/>
    <w:rsid w:val="00893153"/>
    <w:rsid w:val="008A7D65"/>
    <w:rsid w:val="008B3BF4"/>
    <w:rsid w:val="008B3C2A"/>
    <w:rsid w:val="008C4F7F"/>
    <w:rsid w:val="008E68D9"/>
    <w:rsid w:val="008E77CD"/>
    <w:rsid w:val="00907CF4"/>
    <w:rsid w:val="00923531"/>
    <w:rsid w:val="00924EB0"/>
    <w:rsid w:val="009350DF"/>
    <w:rsid w:val="00942505"/>
    <w:rsid w:val="00943CA7"/>
    <w:rsid w:val="00961297"/>
    <w:rsid w:val="0096450A"/>
    <w:rsid w:val="00970BAF"/>
    <w:rsid w:val="009A0ECB"/>
    <w:rsid w:val="009A3EEC"/>
    <w:rsid w:val="009C12E1"/>
    <w:rsid w:val="009C7062"/>
    <w:rsid w:val="009D4370"/>
    <w:rsid w:val="009E0202"/>
    <w:rsid w:val="009F19EF"/>
    <w:rsid w:val="009F70D4"/>
    <w:rsid w:val="00A04256"/>
    <w:rsid w:val="00A078E6"/>
    <w:rsid w:val="00A43026"/>
    <w:rsid w:val="00A46516"/>
    <w:rsid w:val="00A62728"/>
    <w:rsid w:val="00A756CF"/>
    <w:rsid w:val="00A90B05"/>
    <w:rsid w:val="00A90F95"/>
    <w:rsid w:val="00AA2AD4"/>
    <w:rsid w:val="00AA35BB"/>
    <w:rsid w:val="00AB09A7"/>
    <w:rsid w:val="00AB7058"/>
    <w:rsid w:val="00AC0210"/>
    <w:rsid w:val="00B010A0"/>
    <w:rsid w:val="00B03018"/>
    <w:rsid w:val="00B108A5"/>
    <w:rsid w:val="00B14AFB"/>
    <w:rsid w:val="00B35F22"/>
    <w:rsid w:val="00B415C1"/>
    <w:rsid w:val="00B433C6"/>
    <w:rsid w:val="00B43DCC"/>
    <w:rsid w:val="00B44D5F"/>
    <w:rsid w:val="00B600CA"/>
    <w:rsid w:val="00B734E8"/>
    <w:rsid w:val="00B73F68"/>
    <w:rsid w:val="00B87660"/>
    <w:rsid w:val="00BC5836"/>
    <w:rsid w:val="00BE046B"/>
    <w:rsid w:val="00C003DC"/>
    <w:rsid w:val="00C061C7"/>
    <w:rsid w:val="00C14503"/>
    <w:rsid w:val="00C24FD1"/>
    <w:rsid w:val="00C36AA5"/>
    <w:rsid w:val="00C44E9D"/>
    <w:rsid w:val="00C64AE2"/>
    <w:rsid w:val="00C71224"/>
    <w:rsid w:val="00C877D8"/>
    <w:rsid w:val="00C90BFA"/>
    <w:rsid w:val="00C943BB"/>
    <w:rsid w:val="00CA5B58"/>
    <w:rsid w:val="00CB3119"/>
    <w:rsid w:val="00D065FF"/>
    <w:rsid w:val="00D35CC3"/>
    <w:rsid w:val="00D83824"/>
    <w:rsid w:val="00D86277"/>
    <w:rsid w:val="00D94904"/>
    <w:rsid w:val="00DA781F"/>
    <w:rsid w:val="00DC01AB"/>
    <w:rsid w:val="00DC47D6"/>
    <w:rsid w:val="00DC5770"/>
    <w:rsid w:val="00DD0B20"/>
    <w:rsid w:val="00DE39F4"/>
    <w:rsid w:val="00DF1634"/>
    <w:rsid w:val="00DF1DE9"/>
    <w:rsid w:val="00E05B4C"/>
    <w:rsid w:val="00E17436"/>
    <w:rsid w:val="00E32912"/>
    <w:rsid w:val="00E339E8"/>
    <w:rsid w:val="00E4100D"/>
    <w:rsid w:val="00E463E3"/>
    <w:rsid w:val="00E6169F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77AC7"/>
    <w:rsid w:val="00F959B6"/>
    <w:rsid w:val="00F97841"/>
    <w:rsid w:val="00FA67A6"/>
    <w:rsid w:val="00FA7ABC"/>
    <w:rsid w:val="00FD5490"/>
    <w:rsid w:val="00FE1407"/>
    <w:rsid w:val="00FF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"/>
      <o:colormenu v:ext="edit" fillcolor="none [3069]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9F4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9F4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Bilat%20Arterial\Lower%20Limb%20-%20Arterial%20Duplex%20-%20Both%20-%20Diseas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- Arterial Duplex - Both - Diseased</Template>
  <TotalTime>59</TotalTime>
  <Pages>3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&amp; Greenwich NHS Trust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Suleman.Choudhury</dc:creator>
  <cp:lastModifiedBy>Daniel Sims</cp:lastModifiedBy>
  <cp:revision>4</cp:revision>
  <cp:lastPrinted>2019-09-16T14:58:00Z</cp:lastPrinted>
  <dcterms:created xsi:type="dcterms:W3CDTF">2019-09-16T12:25:00Z</dcterms:created>
  <dcterms:modified xsi:type="dcterms:W3CDTF">2019-10-15T08:23:00Z</dcterms:modified>
</cp:coreProperties>
</file>